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8F25EB">
      <w:r>
        <w:rPr>
          <w:noProof/>
        </w:rPr>
        <w:drawing>
          <wp:inline distT="0" distB="0" distL="0" distR="0">
            <wp:extent cx="2355850" cy="1885950"/>
            <wp:effectExtent l="1905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57450" cy="18097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86E" w:rsidRDefault="008F25EB">
      <w:r>
        <w:rPr>
          <w:noProof/>
        </w:rPr>
        <w:drawing>
          <wp:inline distT="0" distB="0" distL="0" distR="0">
            <wp:extent cx="2616200" cy="996950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14650" cy="1238250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86E" w:rsidRDefault="008F25EB">
      <w:r>
        <w:rPr>
          <w:noProof/>
        </w:rPr>
        <w:drawing>
          <wp:inline distT="0" distB="0" distL="0" distR="0">
            <wp:extent cx="2584450" cy="2495550"/>
            <wp:effectExtent l="19050" t="0" r="635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2A7" w:rsidRDefault="008F25EB">
      <w:r>
        <w:rPr>
          <w:noProof/>
        </w:rPr>
        <w:drawing>
          <wp:inline distT="0" distB="0" distL="0" distR="0">
            <wp:extent cx="787400" cy="2279650"/>
            <wp:effectExtent l="1905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62250" cy="2228850"/>
            <wp:effectExtent l="1905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72A7" w:rsidSect="009E72A7">
      <w:pgSz w:w="12240" w:h="15840"/>
      <w:pgMar w:top="36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45186E"/>
    <w:rsid w:val="0045186E"/>
    <w:rsid w:val="00526FDA"/>
    <w:rsid w:val="008F25EB"/>
    <w:rsid w:val="009E72A7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2</cp:revision>
  <dcterms:created xsi:type="dcterms:W3CDTF">2010-03-11T14:51:00Z</dcterms:created>
  <dcterms:modified xsi:type="dcterms:W3CDTF">2010-03-11T14:51:00Z</dcterms:modified>
</cp:coreProperties>
</file>